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713" w:rsidRPr="00215713" w:rsidRDefault="00215713" w:rsidP="002157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en-AU"/>
        </w:rPr>
      </w:pPr>
      <w:bookmarkStart w:id="0" w:name="_GoBack"/>
      <w:bookmarkEnd w:id="0"/>
      <w:r w:rsidRPr="00215713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en-AU"/>
        </w:rPr>
        <w:t xml:space="preserve">Ancient China </w:t>
      </w:r>
      <w:proofErr w:type="gramStart"/>
      <w:r w:rsidRPr="00215713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en-AU"/>
        </w:rPr>
        <w:t>-  Research</w:t>
      </w:r>
      <w:proofErr w:type="gramEnd"/>
      <w:r w:rsidRPr="00215713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en-AU"/>
        </w:rPr>
        <w:t xml:space="preserve"> task on Context</w:t>
      </w:r>
    </w:p>
    <w:p w:rsidR="00215713" w:rsidRPr="00215713" w:rsidRDefault="00215713" w:rsidP="002157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AU"/>
        </w:rPr>
      </w:pPr>
      <w:r w:rsidRPr="00215713">
        <w:rPr>
          <w:rFonts w:ascii="Times New Roman" w:eastAsia="Times New Roman" w:hAnsi="Times New Roman" w:cs="Times New Roman"/>
          <w:color w:val="000000"/>
          <w:sz w:val="27"/>
          <w:szCs w:val="27"/>
          <w:lang w:eastAsia="en-AU"/>
        </w:rPr>
        <w:br/>
      </w:r>
    </w:p>
    <w:p w:rsidR="00215713" w:rsidRPr="00215713" w:rsidRDefault="00215713" w:rsidP="002157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AU"/>
        </w:rPr>
      </w:pPr>
      <w:r w:rsidRPr="00215713"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  <w:lang w:eastAsia="en-AU"/>
        </w:rPr>
        <w:t>Marking Criteria:</w:t>
      </w:r>
    </w:p>
    <w:p w:rsidR="00215713" w:rsidRPr="00215713" w:rsidRDefault="00215713" w:rsidP="002157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AU"/>
        </w:rPr>
      </w:pPr>
      <w:r w:rsidRPr="00215713">
        <w:rPr>
          <w:rFonts w:ascii="Times New Roman" w:eastAsia="Times New Roman" w:hAnsi="Times New Roman" w:cs="Times New Roman"/>
          <w:color w:val="000000"/>
          <w:sz w:val="27"/>
          <w:szCs w:val="27"/>
          <w:lang w:eastAsia="en-AU"/>
        </w:rPr>
        <w:br/>
      </w:r>
    </w:p>
    <w:p w:rsidR="00215713" w:rsidRPr="00215713" w:rsidRDefault="00215713" w:rsidP="002157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AU"/>
        </w:rPr>
      </w:pPr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>Comprehension: chronology, terms &amp; concepts:</w:t>
      </w:r>
    </w:p>
    <w:p w:rsidR="00215713" w:rsidRPr="00215713" w:rsidRDefault="00215713" w:rsidP="00215713">
      <w:pPr>
        <w:numPr>
          <w:ilvl w:val="1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n-AU"/>
        </w:rPr>
      </w:pPr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>read and understand historical texts</w:t>
      </w:r>
    </w:p>
    <w:p w:rsidR="00215713" w:rsidRPr="00215713" w:rsidRDefault="00215713" w:rsidP="00215713">
      <w:pPr>
        <w:numPr>
          <w:ilvl w:val="1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n-AU"/>
        </w:rPr>
      </w:pPr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>sequence historical events &amp; periods</w:t>
      </w:r>
    </w:p>
    <w:p w:rsidR="00215713" w:rsidRPr="00215713" w:rsidRDefault="00215713" w:rsidP="00215713">
      <w:pPr>
        <w:numPr>
          <w:ilvl w:val="1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n-AU"/>
        </w:rPr>
      </w:pPr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>use historical terms &amp; concepts</w:t>
      </w:r>
    </w:p>
    <w:p w:rsidR="00215713" w:rsidRPr="00215713" w:rsidRDefault="00215713" w:rsidP="002157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AU"/>
        </w:rPr>
      </w:pPr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>Analysis &amp; use of sources</w:t>
      </w:r>
    </w:p>
    <w:p w:rsidR="00215713" w:rsidRPr="00215713" w:rsidRDefault="00215713" w:rsidP="00215713">
      <w:pPr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n-AU"/>
        </w:rPr>
      </w:pPr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>identify the origin and purpose of primary &amp; secondary sources</w:t>
      </w:r>
    </w:p>
    <w:p w:rsidR="00215713" w:rsidRPr="00215713" w:rsidRDefault="00215713" w:rsidP="00215713">
      <w:pPr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n-AU"/>
        </w:rPr>
      </w:pPr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 xml:space="preserve">locate, select and use information from a range of sources as evidence </w:t>
      </w:r>
    </w:p>
    <w:p w:rsidR="00215713" w:rsidRPr="00215713" w:rsidRDefault="00215713" w:rsidP="00215713">
      <w:pPr>
        <w:numPr>
          <w:ilvl w:val="1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n-AU"/>
        </w:rPr>
      </w:pPr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>draw conclusions about the usefulness of sources</w:t>
      </w:r>
    </w:p>
    <w:p w:rsidR="00215713" w:rsidRPr="00215713" w:rsidRDefault="00215713" w:rsidP="002157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AU"/>
        </w:rPr>
      </w:pPr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>Perspectives &amp; interpretations</w:t>
      </w:r>
    </w:p>
    <w:p w:rsidR="00215713" w:rsidRPr="00215713" w:rsidRDefault="00215713" w:rsidP="00215713">
      <w:pPr>
        <w:numPr>
          <w:ilvl w:val="1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n-AU"/>
        </w:rPr>
      </w:pPr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 xml:space="preserve">identify &amp; describe different perspectives of participants in a particular context </w:t>
      </w:r>
    </w:p>
    <w:p w:rsidR="00215713" w:rsidRPr="00215713" w:rsidRDefault="00215713" w:rsidP="002157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AU"/>
        </w:rPr>
      </w:pPr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>Empathetic understanding</w:t>
      </w:r>
    </w:p>
    <w:p w:rsidR="00215713" w:rsidRPr="00215713" w:rsidRDefault="00215713" w:rsidP="00215713">
      <w:pPr>
        <w:numPr>
          <w:ilvl w:val="1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n-AU"/>
        </w:rPr>
      </w:pPr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 xml:space="preserve">interpret history through the actions, attitudes and motives of people in the context of the past </w:t>
      </w:r>
    </w:p>
    <w:p w:rsidR="00215713" w:rsidRPr="00215713" w:rsidRDefault="00215713" w:rsidP="002157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AU"/>
        </w:rPr>
      </w:pPr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>Research (ICT)</w:t>
      </w:r>
    </w:p>
    <w:p w:rsidR="00215713" w:rsidRPr="00215713" w:rsidRDefault="00215713" w:rsidP="00215713">
      <w:pPr>
        <w:numPr>
          <w:ilvl w:val="1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n-AU"/>
        </w:rPr>
      </w:pPr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>ask a range of questions about the past to inform an historical inquiry</w:t>
      </w:r>
    </w:p>
    <w:p w:rsidR="00215713" w:rsidRPr="00215713" w:rsidRDefault="00215713" w:rsidP="00215713">
      <w:pPr>
        <w:numPr>
          <w:ilvl w:val="1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n-AU"/>
        </w:rPr>
      </w:pPr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 xml:space="preserve">identify &amp; locate a range of relevant sources using ICT </w:t>
      </w:r>
    </w:p>
    <w:p w:rsidR="00215713" w:rsidRPr="00215713" w:rsidRDefault="00215713" w:rsidP="00215713">
      <w:pPr>
        <w:numPr>
          <w:ilvl w:val="1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n-AU"/>
        </w:rPr>
      </w:pPr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 xml:space="preserve">use a range of communication forms &amp; technologies </w:t>
      </w:r>
    </w:p>
    <w:p w:rsidR="00215713" w:rsidRPr="00215713" w:rsidRDefault="00215713" w:rsidP="002157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AU"/>
        </w:rPr>
      </w:pPr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>Explanation &amp; communication (ICT)</w:t>
      </w:r>
    </w:p>
    <w:p w:rsidR="00215713" w:rsidRPr="00215713" w:rsidRDefault="00215713" w:rsidP="00215713">
      <w:pPr>
        <w:numPr>
          <w:ilvl w:val="1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n-AU"/>
        </w:rPr>
      </w:pPr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>develop historical texts, particularly explanations and historical arguments that use evidence from a range of sources</w:t>
      </w:r>
    </w:p>
    <w:p w:rsidR="00215713" w:rsidRPr="00215713" w:rsidRDefault="00215713" w:rsidP="00215713">
      <w:pPr>
        <w:numPr>
          <w:ilvl w:val="1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n-AU"/>
        </w:rPr>
      </w:pPr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 xml:space="preserve">select &amp; use a range of communication forms </w:t>
      </w:r>
    </w:p>
    <w:p w:rsidR="00215713" w:rsidRPr="00215713" w:rsidRDefault="00215713" w:rsidP="002157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AU"/>
        </w:rPr>
      </w:pPr>
      <w:r w:rsidRPr="00215713">
        <w:rPr>
          <w:rFonts w:ascii="Times New Roman" w:eastAsia="Times New Roman" w:hAnsi="Times New Roman" w:cs="Times New Roman"/>
          <w:color w:val="000000"/>
          <w:sz w:val="27"/>
          <w:szCs w:val="27"/>
          <w:lang w:eastAsia="en-AU"/>
        </w:rPr>
        <w:br/>
      </w:r>
    </w:p>
    <w:p w:rsidR="00215713" w:rsidRPr="00215713" w:rsidRDefault="00215713" w:rsidP="002157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AU"/>
        </w:rPr>
      </w:pPr>
      <w:r w:rsidRPr="00215713">
        <w:rPr>
          <w:rFonts w:ascii="Arial" w:eastAsia="Times New Roman" w:hAnsi="Arial" w:cs="Arial"/>
          <w:b/>
          <w:bCs/>
          <w:color w:val="000000"/>
          <w:sz w:val="23"/>
          <w:szCs w:val="23"/>
          <w:lang w:eastAsia="en-AU"/>
        </w:rPr>
        <w:t>Students conduct research into one of the following areas:</w:t>
      </w:r>
    </w:p>
    <w:p w:rsidR="00215713" w:rsidRPr="00215713" w:rsidRDefault="00215713" w:rsidP="00215713">
      <w:pPr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n-AU"/>
        </w:rPr>
      </w:pPr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>Religion - beliefs, observances, worship, religious festivals, significant people.</w:t>
      </w:r>
    </w:p>
    <w:p w:rsidR="00215713" w:rsidRPr="00215713" w:rsidRDefault="00215713" w:rsidP="00215713">
      <w:pPr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n-AU"/>
        </w:rPr>
      </w:pPr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>Daily Life in Ancient China</w:t>
      </w:r>
    </w:p>
    <w:p w:rsidR="00215713" w:rsidRPr="00215713" w:rsidRDefault="00215713" w:rsidP="00215713">
      <w:pPr>
        <w:numPr>
          <w:ilvl w:val="1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n-AU"/>
        </w:rPr>
      </w:pPr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>Roles of Men &amp; Women - duties in the home, occupations, influential men/women</w:t>
      </w:r>
    </w:p>
    <w:p w:rsidR="00215713" w:rsidRPr="00215713" w:rsidRDefault="00215713" w:rsidP="00215713">
      <w:pPr>
        <w:numPr>
          <w:ilvl w:val="1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n-AU"/>
        </w:rPr>
      </w:pPr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>Social Class -  roles, duties and traditions within society</w:t>
      </w:r>
    </w:p>
    <w:p w:rsidR="00215713" w:rsidRPr="00215713" w:rsidRDefault="00215713" w:rsidP="00215713">
      <w:pPr>
        <w:numPr>
          <w:ilvl w:val="1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n-AU"/>
        </w:rPr>
      </w:pPr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 xml:space="preserve">Geography / Features - food, houses &amp; customs </w:t>
      </w:r>
    </w:p>
    <w:p w:rsidR="00215713" w:rsidRPr="00215713" w:rsidRDefault="00215713" w:rsidP="00215713">
      <w:pPr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n-AU"/>
        </w:rPr>
      </w:pPr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>Defence (Great Wall) - conflicts &amp; warfare; causes &amp; reasons, significant people</w:t>
      </w:r>
    </w:p>
    <w:p w:rsidR="00215713" w:rsidRPr="00215713" w:rsidRDefault="00215713" w:rsidP="00215713">
      <w:pPr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n-AU"/>
        </w:rPr>
      </w:pPr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>Rights &amp; Freedoms (link to M/W)</w:t>
      </w:r>
    </w:p>
    <w:p w:rsidR="00215713" w:rsidRPr="00215713" w:rsidRDefault="00215713" w:rsidP="002157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AU"/>
        </w:rPr>
      </w:pPr>
      <w:r w:rsidRPr="00215713">
        <w:rPr>
          <w:rFonts w:ascii="Times New Roman" w:eastAsia="Times New Roman" w:hAnsi="Times New Roman" w:cs="Times New Roman"/>
          <w:color w:val="000000"/>
          <w:sz w:val="27"/>
          <w:szCs w:val="27"/>
          <w:lang w:eastAsia="en-AU"/>
        </w:rPr>
        <w:br/>
      </w:r>
    </w:p>
    <w:p w:rsidR="00215713" w:rsidRPr="00215713" w:rsidRDefault="00215713" w:rsidP="002157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n-AU"/>
        </w:rPr>
      </w:pPr>
      <w:r w:rsidRPr="00215713">
        <w:rPr>
          <w:rFonts w:ascii="Arial" w:eastAsia="Times New Roman" w:hAnsi="Arial" w:cs="Arial"/>
          <w:b/>
          <w:bCs/>
          <w:color w:val="000000"/>
          <w:sz w:val="23"/>
          <w:szCs w:val="23"/>
          <w:lang w:eastAsia="en-AU"/>
        </w:rPr>
        <w:t>They are then to complete one of several activities. They are also to submit a bibliography with their task.</w:t>
      </w:r>
    </w:p>
    <w:p w:rsidR="00215713" w:rsidRPr="00215713" w:rsidRDefault="00215713" w:rsidP="00215713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n-AU"/>
        </w:rPr>
      </w:pPr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 xml:space="preserve">Presentation of a particular aspect using </w:t>
      </w:r>
      <w:proofErr w:type="spellStart"/>
      <w:r w:rsidRPr="00215713">
        <w:rPr>
          <w:rFonts w:ascii="Arial" w:eastAsia="Times New Roman" w:hAnsi="Arial" w:cs="Arial"/>
          <w:i/>
          <w:iCs/>
          <w:color w:val="000000"/>
          <w:sz w:val="23"/>
          <w:szCs w:val="23"/>
          <w:lang w:eastAsia="en-AU"/>
        </w:rPr>
        <w:t>Prezi</w:t>
      </w:r>
      <w:proofErr w:type="spellEnd"/>
      <w:r w:rsidRPr="00215713">
        <w:rPr>
          <w:rFonts w:ascii="Arial" w:eastAsia="Times New Roman" w:hAnsi="Arial" w:cs="Arial"/>
          <w:i/>
          <w:iCs/>
          <w:color w:val="000000"/>
          <w:sz w:val="23"/>
          <w:szCs w:val="23"/>
          <w:lang w:eastAsia="en-AU"/>
        </w:rPr>
        <w:t xml:space="preserve"> / PPT </w:t>
      </w:r>
    </w:p>
    <w:p w:rsidR="00215713" w:rsidRPr="00215713" w:rsidRDefault="00215713" w:rsidP="00215713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n-AU"/>
        </w:rPr>
      </w:pPr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>Journal / Diary entry (daily life / roles / social class)  - links to Silk Rd task</w:t>
      </w:r>
    </w:p>
    <w:p w:rsidR="00215713" w:rsidRPr="00215713" w:rsidRDefault="00215713" w:rsidP="00215713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n-AU"/>
        </w:rPr>
      </w:pPr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 xml:space="preserve">Model or </w:t>
      </w:r>
      <w:r w:rsidRPr="00215713">
        <w:rPr>
          <w:rFonts w:ascii="Arial" w:eastAsia="Times New Roman" w:hAnsi="Arial" w:cs="Arial"/>
          <w:i/>
          <w:iCs/>
          <w:color w:val="000000"/>
          <w:sz w:val="23"/>
          <w:szCs w:val="23"/>
          <w:lang w:eastAsia="en-AU"/>
        </w:rPr>
        <w:t xml:space="preserve">plan </w:t>
      </w:r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>of a town / city / Temple/ Great Wall with explanation</w:t>
      </w:r>
    </w:p>
    <w:p w:rsidR="00215713" w:rsidRPr="00215713" w:rsidRDefault="00215713" w:rsidP="00215713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n-AU"/>
        </w:rPr>
      </w:pPr>
      <w:proofErr w:type="spellStart"/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>Dramatise</w:t>
      </w:r>
      <w:proofErr w:type="spellEnd"/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 xml:space="preserve">/ Create a character and give a monologue of life for him/her - live performance / </w:t>
      </w:r>
      <w:r w:rsidRPr="00215713">
        <w:rPr>
          <w:rFonts w:ascii="Arial" w:eastAsia="Times New Roman" w:hAnsi="Arial" w:cs="Arial"/>
          <w:i/>
          <w:iCs/>
          <w:color w:val="000000"/>
          <w:sz w:val="23"/>
          <w:szCs w:val="23"/>
          <w:lang w:eastAsia="en-AU"/>
        </w:rPr>
        <w:t>short video</w:t>
      </w:r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 xml:space="preserve"> </w:t>
      </w:r>
    </w:p>
    <w:p w:rsidR="00215713" w:rsidRPr="00215713" w:rsidRDefault="00215713" w:rsidP="00215713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n-AU"/>
        </w:rPr>
      </w:pPr>
      <w:r w:rsidRPr="00215713">
        <w:rPr>
          <w:rFonts w:ascii="Arial" w:eastAsia="Times New Roman" w:hAnsi="Arial" w:cs="Arial"/>
          <w:i/>
          <w:iCs/>
          <w:color w:val="000000"/>
          <w:sz w:val="23"/>
          <w:szCs w:val="23"/>
          <w:lang w:eastAsia="en-AU"/>
        </w:rPr>
        <w:t xml:space="preserve">Create a detailed Chronology </w:t>
      </w:r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>of significant people and events from the Xia Dynasty to the Han Dynasty</w:t>
      </w:r>
    </w:p>
    <w:p w:rsidR="00215713" w:rsidRPr="00215713" w:rsidRDefault="00215713" w:rsidP="00215713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n-AU"/>
        </w:rPr>
      </w:pPr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lastRenderedPageBreak/>
        <w:t>Replace the words of your favourite song with information about one of the above topics. Perform it live, record your efforts or submit a written script.</w:t>
      </w:r>
    </w:p>
    <w:p w:rsidR="00215713" w:rsidRPr="00215713" w:rsidRDefault="00215713" w:rsidP="00215713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en-AU"/>
        </w:rPr>
      </w:pPr>
      <w:r w:rsidRPr="00215713">
        <w:rPr>
          <w:rFonts w:ascii="Arial" w:eastAsia="Times New Roman" w:hAnsi="Arial" w:cs="Arial"/>
          <w:color w:val="000000"/>
          <w:sz w:val="23"/>
          <w:szCs w:val="23"/>
          <w:lang w:eastAsia="en-AU"/>
        </w:rPr>
        <w:t>Create a children’s book on the chosen topic. This can be created digitally or on hardcopy.</w:t>
      </w:r>
    </w:p>
    <w:p w:rsidR="007D633D" w:rsidRDefault="007D633D"/>
    <w:sectPr w:rsidR="007D63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12BF3"/>
    <w:multiLevelType w:val="multilevel"/>
    <w:tmpl w:val="7DBAA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AB5766"/>
    <w:multiLevelType w:val="multilevel"/>
    <w:tmpl w:val="61BE5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FA4512"/>
    <w:multiLevelType w:val="multilevel"/>
    <w:tmpl w:val="02EC7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2F5FB9"/>
    <w:multiLevelType w:val="multilevel"/>
    <w:tmpl w:val="0228F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634174"/>
    <w:multiLevelType w:val="multilevel"/>
    <w:tmpl w:val="99A60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8953FF"/>
    <w:multiLevelType w:val="multilevel"/>
    <w:tmpl w:val="3C98D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65A39BC"/>
    <w:multiLevelType w:val="multilevel"/>
    <w:tmpl w:val="59EC1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627BED"/>
    <w:multiLevelType w:val="multilevel"/>
    <w:tmpl w:val="0BB81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713"/>
    <w:rsid w:val="00215713"/>
    <w:rsid w:val="00475740"/>
    <w:rsid w:val="007D633D"/>
    <w:rsid w:val="00B173D4"/>
    <w:rsid w:val="00BA0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5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5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1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2A9009CB</Template>
  <TotalTime>1</TotalTime>
  <Pages>2</Pages>
  <Words>343</Words>
  <Characters>1956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Scholastica's College</Company>
  <LinksUpToDate>false</LinksUpToDate>
  <CharactersWithSpaces>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Rhiannon Burgess</dc:creator>
  <cp:lastModifiedBy>Matt Esterman</cp:lastModifiedBy>
  <cp:revision>2</cp:revision>
  <dcterms:created xsi:type="dcterms:W3CDTF">2013-04-29T05:24:00Z</dcterms:created>
  <dcterms:modified xsi:type="dcterms:W3CDTF">2013-04-29T05:24:00Z</dcterms:modified>
</cp:coreProperties>
</file>